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1DE98AF5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="00A0426D">
        <w:rPr>
          <w:lang w:val="en-GB"/>
        </w:rPr>
        <w:t xml:space="preserve"> 2</w:t>
      </w:r>
      <w:r w:rsidR="00434AD1">
        <w:rPr>
          <w:lang w:val="en-GB"/>
        </w:rPr>
        <w:t>9</w:t>
      </w:r>
      <w:r w:rsidR="00A0426D">
        <w:rPr>
          <w:lang w:val="en-GB"/>
        </w:rPr>
        <w:t xml:space="preserve"> - </w:t>
      </w:r>
      <w:r w:rsidR="00EF6623">
        <w:rPr>
          <w:lang w:val="en-GB"/>
        </w:rPr>
        <w:t>G0</w:t>
      </w:r>
      <w:r w:rsidR="002D3AC6">
        <w:rPr>
          <w:lang w:val="en-GB"/>
        </w:rPr>
        <w:t>01</w:t>
      </w:r>
      <w:r w:rsidR="00EF6623">
        <w:rPr>
          <w:lang w:val="en-GB"/>
        </w:rPr>
        <w:t xml:space="preserve"> - 25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24A7EEAB" w14:textId="4A544432" w:rsidR="00C44890" w:rsidRPr="00492684" w:rsidRDefault="00805D59" w:rsidP="00C44890">
      <w:pPr>
        <w:rPr>
          <w:lang w:val="en-GB"/>
        </w:rPr>
      </w:pPr>
      <w:r>
        <w:rPr>
          <w:lang w:val="en-GB"/>
        </w:rPr>
        <w:t xml:space="preserve">This procurement is for </w:t>
      </w:r>
      <w:r w:rsidR="005F2618">
        <w:rPr>
          <w:lang w:val="en-GB"/>
        </w:rPr>
        <w:t xml:space="preserve">the ministry </w:t>
      </w:r>
      <w:r w:rsidR="00D04E8E">
        <w:rPr>
          <w:lang w:val="en-GB"/>
        </w:rPr>
        <w:t>tools and equipment</w:t>
      </w:r>
      <w:r w:rsidR="004771D7">
        <w:rPr>
          <w:lang w:val="en-GB"/>
        </w:rPr>
        <w:t xml:space="preserve"> that will be used for maintaining and repairing machineries and vehicles at the Heavy Machineries and Mechanical Division within MLPID.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492684">
        <w:rPr>
          <w:rFonts w:cs="Calibri"/>
          <w:lang w:val="en-GB"/>
        </w:rPr>
        <w:t>Requirements</w:t>
      </w:r>
    </w:p>
    <w:p w14:paraId="5AB10171" w14:textId="4D42E2A2" w:rsidR="00645E25" w:rsidRDefault="00C44890" w:rsidP="00645E25">
      <w:pPr>
        <w:rPr>
          <w:lang w:val="en-GB"/>
        </w:rPr>
      </w:pPr>
      <w:bookmarkStart w:id="6" w:name="_Toc308102003"/>
      <w:r w:rsidRPr="00492684">
        <w:rPr>
          <w:lang w:val="en-GB"/>
        </w:rPr>
        <w:t>All supporting documentation must be in English.</w:t>
      </w:r>
      <w:r w:rsidR="00645E25">
        <w:rPr>
          <w:lang w:val="en-GB"/>
        </w:rPr>
        <w:t xml:space="preserve"> The following documents should be submitted and failure to provide will result in disqualifying the tenderer. </w:t>
      </w:r>
    </w:p>
    <w:p w14:paraId="29BFF395" w14:textId="1CE70064" w:rsidR="005B1699" w:rsidRPr="005B1699" w:rsidRDefault="005B1699" w:rsidP="005B1699">
      <w:pPr>
        <w:pStyle w:val="ListParagraph"/>
        <w:numPr>
          <w:ilvl w:val="0"/>
          <w:numId w:val="17"/>
        </w:numPr>
        <w:ind w:leftChars="0"/>
        <w:rPr>
          <w:sz w:val="24"/>
          <w:szCs w:val="24"/>
          <w:lang w:val="en-GB"/>
        </w:rPr>
      </w:pPr>
      <w:r w:rsidRPr="005B1699">
        <w:rPr>
          <w:sz w:val="24"/>
          <w:szCs w:val="24"/>
          <w:lang w:val="en-GB"/>
        </w:rPr>
        <w:t xml:space="preserve">Please refer to </w:t>
      </w:r>
      <w:r w:rsidR="00126DB0">
        <w:rPr>
          <w:sz w:val="24"/>
          <w:szCs w:val="24"/>
          <w:lang w:val="en-GB"/>
        </w:rPr>
        <w:t>‘</w:t>
      </w:r>
      <w:r w:rsidRPr="00C67E13">
        <w:rPr>
          <w:b/>
          <w:bCs/>
          <w:sz w:val="24"/>
          <w:szCs w:val="24"/>
          <w:lang w:val="en-GB"/>
        </w:rPr>
        <w:t>Template 2: Instructions on how to submit a Quotation</w:t>
      </w:r>
      <w:r w:rsidR="00126DB0">
        <w:rPr>
          <w:b/>
          <w:bCs/>
          <w:sz w:val="24"/>
          <w:szCs w:val="24"/>
          <w:lang w:val="en-GB"/>
        </w:rPr>
        <w:t>’</w:t>
      </w:r>
      <w:r w:rsidRPr="005B1699">
        <w:rPr>
          <w:sz w:val="24"/>
          <w:szCs w:val="24"/>
          <w:lang w:val="en-GB"/>
        </w:rPr>
        <w:t xml:space="preserve"> for the full details of required documents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492684">
        <w:rPr>
          <w:rFonts w:cs="Calibri"/>
          <w:lang w:val="en-GB"/>
        </w:rPr>
        <w:t>Installation services</w:t>
      </w:r>
      <w:bookmarkEnd w:id="7"/>
    </w:p>
    <w:p w14:paraId="3321152F" w14:textId="5F8F70BA" w:rsidR="00C44890" w:rsidRPr="00492684" w:rsidRDefault="003D3E89" w:rsidP="00C44890">
      <w:pPr>
        <w:rPr>
          <w:lang w:val="en-GB"/>
        </w:rPr>
      </w:pPr>
      <w:r>
        <w:rPr>
          <w:lang w:val="en-GB"/>
        </w:rPr>
        <w:t>Nil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8" w:name="_Toc419729578"/>
      <w:r w:rsidRPr="00492684">
        <w:rPr>
          <w:lang w:val="en-GB"/>
        </w:rPr>
        <w:t>Delivery Time</w:t>
      </w:r>
      <w:bookmarkEnd w:id="8"/>
    </w:p>
    <w:p w14:paraId="1FAB4B7A" w14:textId="11E480C4" w:rsidR="00C44890" w:rsidRPr="00492684" w:rsidRDefault="00645E25" w:rsidP="00C44890">
      <w:pPr>
        <w:rPr>
          <w:lang w:val="en-GB"/>
        </w:rPr>
      </w:pPr>
      <w:r>
        <w:rPr>
          <w:lang w:val="en-GB"/>
        </w:rPr>
        <w:t>To be arrived at Kiritimati Island in July 2025.</w:t>
      </w:r>
    </w:p>
    <w:bookmarkEnd w:id="4"/>
    <w:bookmarkEnd w:id="5"/>
    <w:p w14:paraId="625DFCD7" w14:textId="0E7C8F4D" w:rsidR="00C44890" w:rsidRPr="00492684" w:rsidRDefault="00C44890" w:rsidP="00C44890">
      <w:pPr>
        <w:pStyle w:val="Heading2"/>
      </w:pPr>
      <w:r w:rsidRPr="00492684">
        <w:t>Description of the Goods</w:t>
      </w:r>
      <w:bookmarkEnd w:id="1"/>
      <w:r w:rsidR="00645E25">
        <w:t xml:space="preserve"> – Refer to Annex B</w:t>
      </w:r>
      <w:r w:rsidR="009A6F71">
        <w:t>:</w:t>
      </w:r>
      <w:r w:rsidR="00D04E8E">
        <w:t>Tools and Equipment</w:t>
      </w:r>
      <w:r w:rsidR="005F2618">
        <w:t xml:space="preserve"> list</w:t>
      </w:r>
      <w:r w:rsidR="009A6F71">
        <w:t>)</w:t>
      </w: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9A8CB" w14:textId="77777777" w:rsidR="009B5A26" w:rsidRDefault="009B5A26">
      <w:r>
        <w:separator/>
      </w:r>
    </w:p>
  </w:endnote>
  <w:endnote w:type="continuationSeparator" w:id="0">
    <w:p w14:paraId="5182F351" w14:textId="77777777" w:rsidR="009B5A26" w:rsidRDefault="009B5A26">
      <w:r>
        <w:continuationSeparator/>
      </w:r>
    </w:p>
  </w:endnote>
  <w:endnote w:type="continuationNotice" w:id="1">
    <w:p w14:paraId="23E22B83" w14:textId="77777777" w:rsidR="009B5A26" w:rsidRDefault="009B5A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56BB2187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2D3AC6">
      <w:rPr>
        <w:noProof/>
      </w:rPr>
      <w:t>2025-02-27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D1F5D" w14:textId="77777777" w:rsidR="009B5A26" w:rsidRDefault="009B5A26">
      <w:r>
        <w:separator/>
      </w:r>
    </w:p>
  </w:footnote>
  <w:footnote w:type="continuationSeparator" w:id="0">
    <w:p w14:paraId="2E62ECA8" w14:textId="77777777" w:rsidR="009B5A26" w:rsidRDefault="009B5A26">
      <w:r>
        <w:continuationSeparator/>
      </w:r>
    </w:p>
  </w:footnote>
  <w:footnote w:type="continuationNotice" w:id="1">
    <w:p w14:paraId="228230F0" w14:textId="77777777" w:rsidR="009B5A26" w:rsidRDefault="009B5A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516A1" w14:textId="5A666EFB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A6A9B"/>
    <w:multiLevelType w:val="hybridMultilevel"/>
    <w:tmpl w:val="1B9CA3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E977B9"/>
    <w:multiLevelType w:val="hybridMultilevel"/>
    <w:tmpl w:val="B1463972"/>
    <w:lvl w:ilvl="0" w:tplc="3C26FA8E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3509062">
    <w:abstractNumId w:val="2"/>
  </w:num>
  <w:num w:numId="2" w16cid:durableId="626085016">
    <w:abstractNumId w:val="15"/>
  </w:num>
  <w:num w:numId="3" w16cid:durableId="172914133">
    <w:abstractNumId w:val="16"/>
  </w:num>
  <w:num w:numId="4" w16cid:durableId="481779616">
    <w:abstractNumId w:val="7"/>
  </w:num>
  <w:num w:numId="5" w16cid:durableId="689766439">
    <w:abstractNumId w:val="5"/>
  </w:num>
  <w:num w:numId="6" w16cid:durableId="1904874696">
    <w:abstractNumId w:val="11"/>
  </w:num>
  <w:num w:numId="7" w16cid:durableId="76295607">
    <w:abstractNumId w:val="8"/>
  </w:num>
  <w:num w:numId="8" w16cid:durableId="29843026">
    <w:abstractNumId w:val="13"/>
  </w:num>
  <w:num w:numId="9" w16cid:durableId="1288855789">
    <w:abstractNumId w:val="0"/>
  </w:num>
  <w:num w:numId="10" w16cid:durableId="335377643">
    <w:abstractNumId w:val="12"/>
  </w:num>
  <w:num w:numId="11" w16cid:durableId="1242834836">
    <w:abstractNumId w:val="3"/>
  </w:num>
  <w:num w:numId="12" w16cid:durableId="1607346612">
    <w:abstractNumId w:val="10"/>
  </w:num>
  <w:num w:numId="13" w16cid:durableId="1585450875">
    <w:abstractNumId w:val="14"/>
  </w:num>
  <w:num w:numId="14" w16cid:durableId="335111046">
    <w:abstractNumId w:val="4"/>
  </w:num>
  <w:num w:numId="15" w16cid:durableId="1846748994">
    <w:abstractNumId w:val="9"/>
  </w:num>
  <w:num w:numId="16" w16cid:durableId="1714841137">
    <w:abstractNumId w:val="1"/>
  </w:num>
  <w:num w:numId="17" w16cid:durableId="1763211566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0A47"/>
    <w:rsid w:val="0006191C"/>
    <w:rsid w:val="00063557"/>
    <w:rsid w:val="00064FE2"/>
    <w:rsid w:val="00066AF8"/>
    <w:rsid w:val="00072DBF"/>
    <w:rsid w:val="00072E8D"/>
    <w:rsid w:val="00072F14"/>
    <w:rsid w:val="00073806"/>
    <w:rsid w:val="00074C55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7D4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30F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6DB0"/>
    <w:rsid w:val="00127FCD"/>
    <w:rsid w:val="0013003E"/>
    <w:rsid w:val="00130987"/>
    <w:rsid w:val="00130B9D"/>
    <w:rsid w:val="0013165E"/>
    <w:rsid w:val="00131E4B"/>
    <w:rsid w:val="00132114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A4D90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146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38C1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0C5E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23D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AC6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71E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0A7F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3E89"/>
    <w:rsid w:val="003D43EC"/>
    <w:rsid w:val="003D4E6B"/>
    <w:rsid w:val="003D4F3A"/>
    <w:rsid w:val="003D55A0"/>
    <w:rsid w:val="003D6109"/>
    <w:rsid w:val="003D62D9"/>
    <w:rsid w:val="003D647D"/>
    <w:rsid w:val="003D766E"/>
    <w:rsid w:val="003D7C48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4AD1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771D7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BF3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77F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73E"/>
    <w:rsid w:val="005028F7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1699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13C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618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04C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5E25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BF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17B0D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261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857"/>
    <w:rsid w:val="007D2C9D"/>
    <w:rsid w:val="007D332C"/>
    <w:rsid w:val="007D3CFD"/>
    <w:rsid w:val="007D464A"/>
    <w:rsid w:val="007D66DF"/>
    <w:rsid w:val="007D7AF7"/>
    <w:rsid w:val="007E0244"/>
    <w:rsid w:val="007E0FBE"/>
    <w:rsid w:val="007E120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567"/>
    <w:rsid w:val="007F79BE"/>
    <w:rsid w:val="00800392"/>
    <w:rsid w:val="00800ED9"/>
    <w:rsid w:val="00802103"/>
    <w:rsid w:val="00804C0B"/>
    <w:rsid w:val="0080516D"/>
    <w:rsid w:val="00805D59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46AC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676DF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1F44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366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4FFE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237E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6F71"/>
    <w:rsid w:val="009A7908"/>
    <w:rsid w:val="009B041C"/>
    <w:rsid w:val="009B054D"/>
    <w:rsid w:val="009B0D6C"/>
    <w:rsid w:val="009B0E89"/>
    <w:rsid w:val="009B2C8C"/>
    <w:rsid w:val="009B3430"/>
    <w:rsid w:val="009B492B"/>
    <w:rsid w:val="009B55F7"/>
    <w:rsid w:val="009B5A26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26D"/>
    <w:rsid w:val="00A04652"/>
    <w:rsid w:val="00A04C26"/>
    <w:rsid w:val="00A051B5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C62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89C"/>
    <w:rsid w:val="00A41E0B"/>
    <w:rsid w:val="00A4210D"/>
    <w:rsid w:val="00A43FA3"/>
    <w:rsid w:val="00A445E3"/>
    <w:rsid w:val="00A44CC6"/>
    <w:rsid w:val="00A45851"/>
    <w:rsid w:val="00A46C94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1620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24E"/>
    <w:rsid w:val="00B107DA"/>
    <w:rsid w:val="00B1143B"/>
    <w:rsid w:val="00B12657"/>
    <w:rsid w:val="00B12CB0"/>
    <w:rsid w:val="00B14EB2"/>
    <w:rsid w:val="00B15468"/>
    <w:rsid w:val="00B156B1"/>
    <w:rsid w:val="00B16819"/>
    <w:rsid w:val="00B17CB5"/>
    <w:rsid w:val="00B21C82"/>
    <w:rsid w:val="00B225F1"/>
    <w:rsid w:val="00B22CCE"/>
    <w:rsid w:val="00B23CAE"/>
    <w:rsid w:val="00B25C06"/>
    <w:rsid w:val="00B264C1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9796C"/>
    <w:rsid w:val="00BA06D4"/>
    <w:rsid w:val="00BA107C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17F7"/>
    <w:rsid w:val="00BC2778"/>
    <w:rsid w:val="00BC31E9"/>
    <w:rsid w:val="00BC4954"/>
    <w:rsid w:val="00BC499E"/>
    <w:rsid w:val="00BC5208"/>
    <w:rsid w:val="00BC68AC"/>
    <w:rsid w:val="00BD0C4F"/>
    <w:rsid w:val="00BD231C"/>
    <w:rsid w:val="00BD23E1"/>
    <w:rsid w:val="00BD3F80"/>
    <w:rsid w:val="00BE014E"/>
    <w:rsid w:val="00BE197B"/>
    <w:rsid w:val="00BE298B"/>
    <w:rsid w:val="00BE640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2F56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67E1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6A06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8E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3792F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28AB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59C5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458B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879B5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623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0B81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9D1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1A372A-689B-41EE-A431-A75822256F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14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751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12</cp:revision>
  <cp:lastPrinted>2013-10-18T08:32:00Z</cp:lastPrinted>
  <dcterms:created xsi:type="dcterms:W3CDTF">2025-02-23T22:42:00Z</dcterms:created>
  <dcterms:modified xsi:type="dcterms:W3CDTF">2025-02-26T22:02:00Z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